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6C" w:rsidRPr="00735423" w:rsidRDefault="00D50DCD" w:rsidP="00F12008">
      <w:pPr>
        <w:pStyle w:val="Heading1"/>
        <w:spacing w:before="0" w:line="240" w:lineRule="auto"/>
        <w:ind w:left="708" w:hanging="708"/>
        <w:jc w:val="center"/>
        <w:rPr>
          <w:sz w:val="28"/>
        </w:rPr>
      </w:pPr>
      <w:bookmarkStart w:id="0" w:name="_GoBack"/>
      <w:r w:rsidRPr="00D50DCD">
        <w:rPr>
          <w:sz w:val="28"/>
        </w:rPr>
        <w:t>NAME SURNAME, B1 week 0</w:t>
      </w:r>
      <w:r w:rsidR="006B1ADE">
        <w:rPr>
          <w:sz w:val="28"/>
        </w:rPr>
        <w:t>3</w:t>
      </w:r>
      <w:r w:rsidRPr="00D50DCD">
        <w:rPr>
          <w:sz w:val="28"/>
        </w:rPr>
        <w:t xml:space="preserve"> NEF p</w:t>
      </w:r>
      <w:r w:rsidR="006B1ADE">
        <w:rPr>
          <w:sz w:val="28"/>
        </w:rPr>
        <w:t>49</w:t>
      </w:r>
      <w:r>
        <w:rPr>
          <w:sz w:val="28"/>
        </w:rPr>
        <w:t xml:space="preserve"> </w:t>
      </w:r>
      <w:r w:rsidR="006B1ADE" w:rsidRPr="006B1ADE">
        <w:rPr>
          <w:sz w:val="28"/>
        </w:rPr>
        <w:t>A stay in the UK</w:t>
      </w:r>
      <w:bookmarkEnd w:id="0"/>
      <w:r w:rsidR="00735423" w:rsidRPr="00735423">
        <w:rPr>
          <w:sz w:val="28"/>
        </w:rPr>
        <w:t>.</w:t>
      </w:r>
    </w:p>
    <w:p w:rsidR="00E336DB" w:rsidRDefault="00BB43A1" w:rsidP="00F12008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Pr="00BB43A1">
        <w:rPr>
          <w:vertAlign w:val="superscript"/>
        </w:rPr>
        <w:t xml:space="preserve"> the subject title of your email)</w:t>
      </w:r>
    </w:p>
    <w:tbl>
      <w:tblPr>
        <w:tblW w:w="723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3"/>
      </w:tblGrid>
      <w:tr w:rsidR="00D2355A" w:rsidTr="00D50DCD">
        <w:tc>
          <w:tcPr>
            <w:tcW w:w="7235" w:type="dxa"/>
            <w:shd w:val="clear" w:color="auto" w:fill="auto"/>
            <w:vAlign w:val="center"/>
          </w:tcPr>
          <w:p w:rsidR="00D2355A" w:rsidRPr="008B0A50" w:rsidRDefault="006B1ADE" w:rsidP="008B0A50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Verdana" w:hAnsi="Verdana" w:cs="Verdana"/>
                <w:b/>
                <w:color w:val="717171"/>
                <w:lang w:val="en-US" w:eastAsia="en-US"/>
              </w:rPr>
            </w:pPr>
            <w:r>
              <w:rPr>
                <w:rFonts w:ascii="Verdana" w:hAnsi="Verdana" w:cs="Verdana"/>
                <w:b/>
                <w:noProof/>
                <w:color w:val="717171"/>
                <w:lang w:val="en-US" w:eastAsia="en-US"/>
              </w:rPr>
              <w:drawing>
                <wp:inline distT="0" distB="0" distL="0" distR="0">
                  <wp:extent cx="5266055" cy="2401570"/>
                  <wp:effectExtent l="0" t="0" r="0" b="1143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055" cy="2401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="00735423">
        <w:rPr>
          <w:b/>
          <w:sz w:val="22"/>
        </w:rPr>
        <w:t>(180</w:t>
      </w:r>
      <w:r w:rsidR="009C746C" w:rsidRPr="00FC4296">
        <w:rPr>
          <w:b/>
          <w:sz w:val="22"/>
        </w:rPr>
        <w:t xml:space="preserve">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p w:rsidR="00F12008" w:rsidRPr="00FC4296" w:rsidRDefault="00F12008" w:rsidP="009C746C"/>
    <w:sectPr w:rsidR="00F12008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ADE"/>
    <w:rsid w:val="000727FB"/>
    <w:rsid w:val="00134F31"/>
    <w:rsid w:val="00196ABE"/>
    <w:rsid w:val="00250F78"/>
    <w:rsid w:val="0029107E"/>
    <w:rsid w:val="002D07AC"/>
    <w:rsid w:val="004A3862"/>
    <w:rsid w:val="004E3824"/>
    <w:rsid w:val="006B1ADE"/>
    <w:rsid w:val="006F278C"/>
    <w:rsid w:val="0071259B"/>
    <w:rsid w:val="00735423"/>
    <w:rsid w:val="00831AD4"/>
    <w:rsid w:val="008564A5"/>
    <w:rsid w:val="008B0A50"/>
    <w:rsid w:val="009C746C"/>
    <w:rsid w:val="009E6D75"/>
    <w:rsid w:val="009F5CD3"/>
    <w:rsid w:val="00AB06DE"/>
    <w:rsid w:val="00B17643"/>
    <w:rsid w:val="00BB43A1"/>
    <w:rsid w:val="00C413DC"/>
    <w:rsid w:val="00D2355A"/>
    <w:rsid w:val="00D50DCD"/>
    <w:rsid w:val="00D86CB7"/>
    <w:rsid w:val="00E336DB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eGrid">
    <w:name w:val="Table Grid"/>
    <w:basedOn w:val="TableNormal"/>
    <w:uiPriority w:val="59"/>
    <w:rsid w:val="00D23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ooctrlo">
    <w:name w:val="oo ctrl + o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uiPriority w:val="1"/>
    <w:qFormat/>
    <w:rsid w:val="00250F78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styleId="Hyperlink">
    <w:name w:val="Hyperlink"/>
    <w:uiPriority w:val="99"/>
    <w:unhideWhenUsed/>
    <w:rsid w:val="002D07A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D07A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eGrid">
    <w:name w:val="Table Grid"/>
    <w:basedOn w:val="TableNormal"/>
    <w:uiPriority w:val="59"/>
    <w:rsid w:val="00D235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ooctrlo">
    <w:name w:val="oo ctrl + o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uiPriority w:val="1"/>
    <w:qFormat/>
    <w:rsid w:val="00250F78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styleId="Hyperlink">
    <w:name w:val="Hyperlink"/>
    <w:uiPriority w:val="99"/>
    <w:unhideWhenUsed/>
    <w:rsid w:val="002D07A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D07A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02%20NEF%20p33:NAME%20SURNAME,%20B1%20week%2002%20NEF%20p33%20Nightmare%20journ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B1 week 02 NEF p33 Nightmare journey.dot</Template>
  <TotalTime>1</TotalTime>
  <Pages>1</Pages>
  <Words>28</Words>
  <Characters>162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NAME SURNAME, B1 week 02 NEF p33 "Nightmare journey".</vt:lpstr>
      <vt:lpstr>(COPY THE TITLE ABOVE INTO the subject title of your email)</vt:lpstr>
    </vt:vector>
  </TitlesOfParts>
  <Company>goldsmiths college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1</cp:revision>
  <cp:lastPrinted>2014-10-16T21:36:00Z</cp:lastPrinted>
  <dcterms:created xsi:type="dcterms:W3CDTF">2014-12-06T08:03:00Z</dcterms:created>
  <dcterms:modified xsi:type="dcterms:W3CDTF">2014-12-06T08:05:00Z</dcterms:modified>
</cp:coreProperties>
</file>